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930E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930E1" w:rsidRPr="001930E1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D29C3" w:rsidRPr="001930E1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0A01D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2DD1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235B9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D44D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30E1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C73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18C1E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87C5D-EE38-4063-9318-0AFE627E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2023-09-19T11:15:00Z</dcterms:created>
  <dcterms:modified xsi:type="dcterms:W3CDTF">2023-09-19T11:20:00Z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